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556" w:rsidRDefault="00EE3556" w:rsidP="00EE3556">
      <w:pPr>
        <w:jc w:val="right"/>
      </w:pPr>
      <w:r>
        <w:rPr>
          <w:rFonts w:hint="eastAsia"/>
        </w:rPr>
        <w:t>2020</w:t>
      </w:r>
      <w:r>
        <w:t>年6月26日</w:t>
      </w:r>
    </w:p>
    <w:p w:rsidR="00EE3556" w:rsidRDefault="00EE3556" w:rsidP="00EE3556">
      <w:r>
        <w:rPr>
          <w:rFonts w:hint="eastAsia"/>
        </w:rPr>
        <w:t>関係者各位</w:t>
      </w:r>
    </w:p>
    <w:p w:rsidR="00EE3556" w:rsidRDefault="00EE3556" w:rsidP="00EE3556">
      <w:pPr>
        <w:jc w:val="right"/>
      </w:pPr>
      <w:r>
        <w:rPr>
          <w:rFonts w:hint="eastAsia"/>
        </w:rPr>
        <w:t>営業部長</w:t>
      </w:r>
    </w:p>
    <w:p w:rsidR="00EE3556" w:rsidRPr="00D94A8E" w:rsidRDefault="00EE3556" w:rsidP="00EE3556">
      <w:pPr>
        <w:jc w:val="center"/>
        <w:rPr>
          <w:rFonts w:asciiTheme="majorEastAsia" w:eastAsiaTheme="majorEastAsia" w:hAnsiTheme="majorEastAsia"/>
          <w:sz w:val="32"/>
          <w:szCs w:val="32"/>
          <w:u w:val="double"/>
        </w:rPr>
      </w:pPr>
      <w:r w:rsidRPr="00D94A8E">
        <w:rPr>
          <w:rFonts w:asciiTheme="majorEastAsia" w:eastAsiaTheme="majorEastAsia" w:hAnsiTheme="majorEastAsia" w:hint="eastAsia"/>
          <w:sz w:val="32"/>
          <w:szCs w:val="32"/>
          <w:u w:val="double"/>
        </w:rPr>
        <w:t>「料理関連書籍売上」報告書</w:t>
      </w:r>
    </w:p>
    <w:p w:rsidR="00EE3556" w:rsidRDefault="00EE3556" w:rsidP="00EE3556">
      <w:r>
        <w:rPr>
          <w:rFonts w:hint="eastAsia"/>
        </w:rPr>
        <w:t>今春開催しました</w:t>
      </w:r>
      <w:r w:rsidRPr="00140B96">
        <w:rPr>
          <w:rFonts w:hint="eastAsia"/>
        </w:rPr>
        <w:t>スプリングフェア</w:t>
      </w:r>
      <w:r>
        <w:rPr>
          <w:rFonts w:hint="eastAsia"/>
        </w:rPr>
        <w:t>期間中の料理関連書籍の売上について、次のとおりご報告いたします。</w:t>
      </w:r>
    </w:p>
    <w:p w:rsidR="00EE3556" w:rsidRPr="0021704C" w:rsidRDefault="00EE3556" w:rsidP="00EE3556">
      <w:pPr>
        <w:spacing w:beforeLines="50" w:before="180"/>
        <w:rPr>
          <w:b/>
          <w:color w:val="44546A" w:themeColor="text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21704C">
        <w:rPr>
          <w:rFonts w:hint="eastAsia"/>
          <w:b/>
          <w:color w:val="44546A" w:themeColor="text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●料理関連書籍売上表</w:t>
      </w:r>
    </w:p>
    <w:p w:rsidR="00EE3556" w:rsidRDefault="00EE3556" w:rsidP="00EE3556">
      <w:r>
        <w:rPr>
          <w:rFonts w:hint="eastAsia"/>
        </w:rPr>
        <w:t>料理関連書籍の売上ベスト</w:t>
      </w:r>
      <w:r>
        <w:t>5は次のとおりです。</w:t>
      </w:r>
    </w:p>
    <w:p w:rsidR="00EE3556" w:rsidRDefault="00EE3556" w:rsidP="00EE3556">
      <w:pPr>
        <w:jc w:val="right"/>
      </w:pPr>
      <w:r>
        <w:rPr>
          <w:rFonts w:hint="eastAsia"/>
        </w:rPr>
        <w:t>単位：円</w:t>
      </w:r>
    </w:p>
    <w:tbl>
      <w:tblPr>
        <w:tblStyle w:val="3-1"/>
        <w:tblW w:w="7997" w:type="dxa"/>
        <w:tblLook w:val="0400" w:firstRow="0" w:lastRow="0" w:firstColumn="0" w:lastColumn="0" w:noHBand="0" w:noVBand="1"/>
      </w:tblPr>
      <w:tblGrid>
        <w:gridCol w:w="4386"/>
        <w:gridCol w:w="1026"/>
        <w:gridCol w:w="1026"/>
        <w:gridCol w:w="1559"/>
      </w:tblGrid>
      <w:tr w:rsidR="00EE3556" w:rsidRPr="0076771B" w:rsidTr="00E01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86" w:type="dxa"/>
          </w:tcPr>
          <w:p w:rsidR="00EE3556" w:rsidRPr="0076771B" w:rsidRDefault="00EE3556" w:rsidP="00E0132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771B">
              <w:rPr>
                <w:rFonts w:asciiTheme="majorEastAsia" w:eastAsiaTheme="majorEastAsia" w:hAnsiTheme="majorEastAsia" w:hint="eastAsia"/>
              </w:rPr>
              <w:t>書籍名</w:t>
            </w:r>
          </w:p>
        </w:tc>
        <w:tc>
          <w:tcPr>
            <w:tcW w:w="1026" w:type="dxa"/>
          </w:tcPr>
          <w:p w:rsidR="00EE3556" w:rsidRPr="0076771B" w:rsidRDefault="00EE3556" w:rsidP="00E0132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771B">
              <w:rPr>
                <w:rFonts w:asciiTheme="majorEastAsia" w:eastAsiaTheme="majorEastAsia" w:hAnsiTheme="majorEastAsia"/>
              </w:rPr>
              <w:t>定価</w:t>
            </w:r>
          </w:p>
        </w:tc>
        <w:tc>
          <w:tcPr>
            <w:tcW w:w="1026" w:type="dxa"/>
          </w:tcPr>
          <w:p w:rsidR="00EE3556" w:rsidRPr="0076771B" w:rsidRDefault="00EE3556" w:rsidP="00E0132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771B">
              <w:rPr>
                <w:rFonts w:asciiTheme="majorEastAsia" w:eastAsiaTheme="majorEastAsia" w:hAnsiTheme="majorEastAsia"/>
              </w:rPr>
              <w:t>販売数</w:t>
            </w:r>
          </w:p>
        </w:tc>
        <w:tc>
          <w:tcPr>
            <w:tcW w:w="1559" w:type="dxa"/>
          </w:tcPr>
          <w:p w:rsidR="00EE3556" w:rsidRPr="0076771B" w:rsidRDefault="00EE3556" w:rsidP="00E0132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76771B">
              <w:rPr>
                <w:rFonts w:asciiTheme="majorEastAsia" w:eastAsiaTheme="majorEastAsia" w:hAnsiTheme="majorEastAsia"/>
              </w:rPr>
              <w:t>合計</w:t>
            </w:r>
          </w:p>
        </w:tc>
      </w:tr>
      <w:tr w:rsidR="00EE3556" w:rsidRPr="0076771B" w:rsidTr="00E0132A">
        <w:tc>
          <w:tcPr>
            <w:tcW w:w="4386" w:type="dxa"/>
          </w:tcPr>
          <w:p w:rsidR="00EE3556" w:rsidRPr="0076771B" w:rsidRDefault="00EE3556" w:rsidP="00E0132A">
            <w:pPr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 w:hint="eastAsia"/>
              </w:rPr>
              <w:t>お財布にも体にも優しいランチをあなたに</w:t>
            </w:r>
          </w:p>
        </w:tc>
        <w:tc>
          <w:tcPr>
            <w:tcW w:w="1026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1,800</w:t>
            </w:r>
          </w:p>
        </w:tc>
        <w:tc>
          <w:tcPr>
            <w:tcW w:w="1026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1,412</w:t>
            </w:r>
          </w:p>
        </w:tc>
        <w:tc>
          <w:tcPr>
            <w:tcW w:w="1559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2,541,600</w:t>
            </w:r>
          </w:p>
        </w:tc>
      </w:tr>
      <w:tr w:rsidR="00EE3556" w:rsidRPr="0076771B" w:rsidTr="00E01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86" w:type="dxa"/>
          </w:tcPr>
          <w:p w:rsidR="00EE3556" w:rsidRPr="0076771B" w:rsidRDefault="00EE3556" w:rsidP="00E0132A">
            <w:pPr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 w:hint="eastAsia"/>
              </w:rPr>
              <w:t>マリアージュなおつまみレシピ</w:t>
            </w:r>
            <w:r w:rsidRPr="0076771B">
              <w:rPr>
                <w:rFonts w:asciiTheme="majorEastAsia" w:eastAsiaTheme="majorEastAsia" w:hAnsiTheme="majorEastAsia"/>
              </w:rPr>
              <w:t>100</w:t>
            </w:r>
          </w:p>
        </w:tc>
        <w:tc>
          <w:tcPr>
            <w:tcW w:w="1026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1,000</w:t>
            </w:r>
          </w:p>
        </w:tc>
        <w:tc>
          <w:tcPr>
            <w:tcW w:w="1026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548</w:t>
            </w:r>
          </w:p>
        </w:tc>
        <w:tc>
          <w:tcPr>
            <w:tcW w:w="1559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548,000</w:t>
            </w:r>
          </w:p>
        </w:tc>
      </w:tr>
      <w:tr w:rsidR="00EE3556" w:rsidRPr="0076771B" w:rsidTr="00E0132A">
        <w:tc>
          <w:tcPr>
            <w:tcW w:w="4386" w:type="dxa"/>
          </w:tcPr>
          <w:p w:rsidR="00EE3556" w:rsidRPr="0076771B" w:rsidRDefault="00EE3556" w:rsidP="00E0132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【新刊】</w:t>
            </w:r>
            <w:r w:rsidRPr="0076771B">
              <w:rPr>
                <w:rFonts w:asciiTheme="majorEastAsia" w:eastAsiaTheme="majorEastAsia" w:hAnsiTheme="majorEastAsia" w:hint="eastAsia"/>
              </w:rPr>
              <w:t>メンズ・クッキング大全集</w:t>
            </w:r>
          </w:p>
        </w:tc>
        <w:tc>
          <w:tcPr>
            <w:tcW w:w="1026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1,800</w:t>
            </w:r>
          </w:p>
        </w:tc>
        <w:tc>
          <w:tcPr>
            <w:tcW w:w="1026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1,267</w:t>
            </w:r>
          </w:p>
        </w:tc>
        <w:tc>
          <w:tcPr>
            <w:tcW w:w="1559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2,280,600</w:t>
            </w:r>
          </w:p>
        </w:tc>
      </w:tr>
      <w:tr w:rsidR="00EE3556" w:rsidRPr="0076771B" w:rsidTr="00E01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386" w:type="dxa"/>
          </w:tcPr>
          <w:p w:rsidR="00EE3556" w:rsidRPr="0076771B" w:rsidRDefault="00EE3556" w:rsidP="00E0132A">
            <w:pPr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 w:hint="eastAsia"/>
              </w:rPr>
              <w:t>毎日スープでほっこり暮らそう</w:t>
            </w:r>
          </w:p>
        </w:tc>
        <w:tc>
          <w:tcPr>
            <w:tcW w:w="1026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1,000</w:t>
            </w:r>
          </w:p>
        </w:tc>
        <w:tc>
          <w:tcPr>
            <w:tcW w:w="1026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417</w:t>
            </w:r>
          </w:p>
        </w:tc>
        <w:tc>
          <w:tcPr>
            <w:tcW w:w="1559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417,000</w:t>
            </w:r>
          </w:p>
        </w:tc>
      </w:tr>
      <w:tr w:rsidR="00EE3556" w:rsidRPr="0076771B" w:rsidTr="00E0132A">
        <w:tc>
          <w:tcPr>
            <w:tcW w:w="4386" w:type="dxa"/>
          </w:tcPr>
          <w:p w:rsidR="00EE3556" w:rsidRPr="0076771B" w:rsidRDefault="00EE3556" w:rsidP="00E0132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【新刊】</w:t>
            </w:r>
            <w:r w:rsidRPr="0076771B">
              <w:rPr>
                <w:rFonts w:asciiTheme="majorEastAsia" w:eastAsiaTheme="majorEastAsia" w:hAnsiTheme="majorEastAsia" w:hint="eastAsia"/>
              </w:rPr>
              <w:t>有機野菜を楽しく学ぶ</w:t>
            </w:r>
          </w:p>
        </w:tc>
        <w:tc>
          <w:tcPr>
            <w:tcW w:w="1026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900</w:t>
            </w:r>
          </w:p>
        </w:tc>
        <w:tc>
          <w:tcPr>
            <w:tcW w:w="1026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1,000</w:t>
            </w:r>
          </w:p>
        </w:tc>
        <w:tc>
          <w:tcPr>
            <w:tcW w:w="1559" w:type="dxa"/>
          </w:tcPr>
          <w:p w:rsidR="00EE3556" w:rsidRPr="0076771B" w:rsidRDefault="00EE3556" w:rsidP="00E0132A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900,000</w:t>
            </w:r>
          </w:p>
        </w:tc>
      </w:tr>
    </w:tbl>
    <w:p w:rsidR="00EE3556" w:rsidRPr="000761DF" w:rsidRDefault="00EE3556" w:rsidP="00EE3556">
      <w:pPr>
        <w:spacing w:beforeLines="50" w:before="180"/>
        <w:rPr>
          <w:b/>
          <w:color w:val="44546A" w:themeColor="text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0761DF">
        <w:rPr>
          <w:rFonts w:hint="eastAsia"/>
          <w:b/>
          <w:color w:val="44546A" w:themeColor="text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●売上金額構成グラフ</w:t>
      </w:r>
    </w:p>
    <w:p w:rsidR="005B223A" w:rsidRDefault="00EE3556">
      <w:pPr>
        <w:rPr>
          <w:rFonts w:hint="eastAsia"/>
        </w:rPr>
      </w:pPr>
      <w:r>
        <w:rPr>
          <w:noProof/>
        </w:rPr>
        <w:drawing>
          <wp:inline distT="0" distB="0" distL="0" distR="0" wp14:anchorId="2A4ECABF" wp14:editId="2BC4C2E0">
            <wp:extent cx="3896599" cy="2484000"/>
            <wp:effectExtent l="0" t="0" r="8890" b="0"/>
            <wp:docPr id="1" name="図 1" descr="売上金額構成グラ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599" cy="24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223A" w:rsidSect="00EC3390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56"/>
    <w:rsid w:val="001256C6"/>
    <w:rsid w:val="0018437B"/>
    <w:rsid w:val="005B223A"/>
    <w:rsid w:val="008C77E1"/>
    <w:rsid w:val="00A87D3C"/>
    <w:rsid w:val="00EE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2FAE63"/>
  <w15:chartTrackingRefBased/>
  <w15:docId w15:val="{AD4A0212-665D-4B36-B335-B5D1BF3E3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35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List Table 3 Accent 1"/>
    <w:basedOn w:val="a1"/>
    <w:uiPriority w:val="48"/>
    <w:rsid w:val="00EE3556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33ADACF9.dotm</Template>
  <TotalTime>1</TotalTime>
  <Pages>1</Pages>
  <Words>225</Words>
  <Characters>299</Characters>
  <Application>Microsoft Office Word</Application>
  <DocSecurity>0</DocSecurity>
  <Lines>35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2020-05-25T02:58:00Z</dcterms:created>
  <dcterms:modified xsi:type="dcterms:W3CDTF">2020-05-25T06:52:00Z</dcterms:modified>
  <cp:category/>
</cp:coreProperties>
</file>